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  <w:r w:rsidRPr="00A11E43">
        <w:rPr>
          <w:rFonts w:ascii="ＭＳ Ｐゴシック" w:eastAsia="ＭＳ Ｐゴシック" w:hAnsi="ＭＳ Ｐゴシック"/>
        </w:rPr>
        <w:t>This is a line for English. This is a pen.</w:t>
      </w: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  <w:r w:rsidRPr="00A11E43">
        <w:rPr>
          <w:rFonts w:ascii="ＭＳ Ｐゴシック" w:eastAsia="ＭＳ Ｐゴシック" w:hAnsi="ＭＳ Ｐゴシック" w:hint="eastAsia"/>
        </w:rPr>
        <w:t>こちらは日本語の行です。これはペンです。</w:t>
      </w: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  <w:r w:rsidRPr="00A11E43">
        <w:rPr>
          <w:rFonts w:ascii="ＭＳ Ｐゴシック" w:eastAsia="ＭＳ Ｐゴシック" w:hAnsi="ＭＳ Ｐゴシック"/>
        </w:rPr>
        <w:t xml:space="preserve">English and </w:t>
      </w:r>
      <w:r w:rsidRPr="00A11E43">
        <w:rPr>
          <w:rFonts w:ascii="ＭＳ Ｐゴシック" w:eastAsia="ＭＳ Ｐゴシック" w:hAnsi="ＭＳ Ｐゴシック" w:hint="eastAsia"/>
        </w:rPr>
        <w:t>日本語の</w:t>
      </w:r>
      <w:r w:rsidRPr="00A11E43">
        <w:rPr>
          <w:rFonts w:ascii="ＭＳ Ｐゴシック" w:eastAsia="ＭＳ Ｐゴシック" w:hAnsi="ＭＳ Ｐゴシック"/>
        </w:rPr>
        <w:t xml:space="preserve"> mix line.</w:t>
      </w: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  <w:r w:rsidRPr="00A11E43">
        <w:rPr>
          <w:rFonts w:ascii="ＭＳ Ｐゴシック" w:eastAsia="ＭＳ Ｐゴシック" w:hAnsi="ＭＳ Ｐゴシック"/>
        </w:rPr>
        <w:t>Web</w:t>
      </w:r>
      <w:r w:rsidRPr="00A11E43">
        <w:rPr>
          <w:rFonts w:ascii="ＭＳ Ｐゴシック" w:eastAsia="ＭＳ Ｐゴシック" w:hAnsi="ＭＳ Ｐゴシック" w:hint="eastAsia"/>
        </w:rPr>
        <w:t>ブラウザーのように</w:t>
      </w:r>
      <w:r w:rsidRPr="00A11E43">
        <w:rPr>
          <w:rFonts w:ascii="ＭＳ Ｐゴシック" w:eastAsia="ＭＳ Ｐゴシック" w:hAnsi="ＭＳ Ｐゴシック"/>
        </w:rPr>
        <w:t>English</w:t>
      </w:r>
      <w:r w:rsidRPr="00A11E43">
        <w:rPr>
          <w:rFonts w:ascii="ＭＳ Ｐゴシック" w:eastAsia="ＭＳ Ｐゴシック" w:hAnsi="ＭＳ Ｐゴシック" w:hint="eastAsia"/>
        </w:rPr>
        <w:t>と日本語が混じった場合の挙動の確認。</w:t>
      </w: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  <w:r w:rsidRPr="00A11E43">
        <w:rPr>
          <w:rFonts w:ascii="ＭＳ Ｐゴシック" w:eastAsia="ＭＳ Ｐゴシック" w:hAnsi="ＭＳ Ｐゴシック" w:hint="eastAsia"/>
        </w:rPr>
        <w:t>こちらは、</w:t>
      </w:r>
      <w:r w:rsidRPr="00A11E43">
        <w:rPr>
          <w:rFonts w:ascii="ＭＳ Ｐゴシック" w:eastAsia="ＭＳ Ｐゴシック" w:hAnsi="ＭＳ Ｐゴシック"/>
        </w:rPr>
        <w:t xml:space="preserve">Web </w:t>
      </w:r>
      <w:r w:rsidRPr="00A11E43">
        <w:rPr>
          <w:rFonts w:ascii="ＭＳ Ｐゴシック" w:eastAsia="ＭＳ Ｐゴシック" w:hAnsi="ＭＳ Ｐゴシック" w:hint="eastAsia"/>
        </w:rPr>
        <w:t>ブラウザーのように</w:t>
      </w:r>
      <w:r w:rsidRPr="00A11E43">
        <w:rPr>
          <w:rFonts w:ascii="ＭＳ Ｐゴシック" w:eastAsia="ＭＳ Ｐゴシック" w:hAnsi="ＭＳ Ｐゴシック"/>
        </w:rPr>
        <w:t xml:space="preserve"> English </w:t>
      </w:r>
      <w:r w:rsidRPr="00A11E43">
        <w:rPr>
          <w:rFonts w:ascii="ＭＳ Ｐゴシック" w:eastAsia="ＭＳ Ｐゴシック" w:hAnsi="ＭＳ Ｐゴシック" w:hint="eastAsia"/>
        </w:rPr>
        <w:t>と日本語とを半角空白付きでつながっている場合の挙動の確認。</w:t>
      </w: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  <w:r w:rsidRPr="00A11E43">
        <w:rPr>
          <w:rFonts w:ascii="ＭＳ Ｐゴシック" w:eastAsia="ＭＳ Ｐゴシック" w:hAnsi="ＭＳ Ｐゴシック" w:hint="eastAsia"/>
        </w:rPr>
        <w:t>なお、</w:t>
      </w:r>
      <w:r w:rsidRPr="00A11E43">
        <w:rPr>
          <w:rFonts w:ascii="ＭＳ Ｐゴシック" w:eastAsia="ＭＳ Ｐゴシック" w:hAnsi="ＭＳ Ｐゴシック" w:hint="eastAsia"/>
          <w:b/>
        </w:rPr>
        <w:t>強調表示</w:t>
      </w:r>
      <w:r w:rsidRPr="00A11E43">
        <w:rPr>
          <w:rFonts w:ascii="ＭＳ Ｐゴシック" w:eastAsia="ＭＳ Ｐゴシック" w:hAnsi="ＭＳ Ｐゴシック" w:hint="eastAsia"/>
        </w:rPr>
        <w:t>のように装飾されると翻訳単位は分断されてしまいます。</w:t>
      </w:r>
    </w:p>
    <w:p w:rsidR="00855B4F" w:rsidRPr="00A11E43" w:rsidRDefault="00855B4F" w:rsidP="00A11E43">
      <w:pPr>
        <w:rPr>
          <w:rFonts w:ascii="ＭＳ Ｐゴシック" w:eastAsia="ＭＳ Ｐゴシック" w:hAnsi="ＭＳ Ｐゴシック"/>
        </w:rPr>
      </w:pPr>
    </w:p>
    <w:sectPr w:rsidR="00855B4F" w:rsidRPr="00A11E43" w:rsidSect="008E4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C22B22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DC0677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622C901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B80AFE7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8DC08C1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95A63C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88CC188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9D6C3BC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D08C2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DC659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12F6"/>
    <w:rsid w:val="000E2B24"/>
    <w:rsid w:val="001412F6"/>
    <w:rsid w:val="00151433"/>
    <w:rsid w:val="00236C1F"/>
    <w:rsid w:val="00267E00"/>
    <w:rsid w:val="002D760A"/>
    <w:rsid w:val="00333BBB"/>
    <w:rsid w:val="003F57EA"/>
    <w:rsid w:val="005E4E2B"/>
    <w:rsid w:val="005F2CDB"/>
    <w:rsid w:val="006B34CA"/>
    <w:rsid w:val="0076759D"/>
    <w:rsid w:val="00845610"/>
    <w:rsid w:val="00855B4F"/>
    <w:rsid w:val="008E45D7"/>
    <w:rsid w:val="00A11E43"/>
    <w:rsid w:val="00DC3592"/>
    <w:rsid w:val="00E1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24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</Words>
  <Characters>189</Characters>
  <Application>Microsoft Office Outlook</Application>
  <DocSecurity>0</DocSecurity>
  <Lines>0</Lines>
  <Paragraphs>0</Paragraphs>
  <ScaleCrop>false</ScaleCrop>
  <Company>株式会社ＮＴＴデータビジネスブレインズ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line for English</dc:title>
  <dc:subject/>
  <dc:creator>ToshikiIga</dc:creator>
  <cp:keywords/>
  <dc:description/>
  <cp:lastModifiedBy>ToshikiIga</cp:lastModifiedBy>
  <cp:revision>4</cp:revision>
  <dcterms:created xsi:type="dcterms:W3CDTF">2010-10-10T01:47:00Z</dcterms:created>
  <dcterms:modified xsi:type="dcterms:W3CDTF">2010-10-10T12:01:00Z</dcterms:modified>
</cp:coreProperties>
</file>